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AFF" w:rsidRPr="00FC2390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5C7AFF" w:rsidRPr="00FC2390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387F6D" w:rsidRPr="00FC2390" w:rsidRDefault="00387F6D" w:rsidP="00387F6D">
      <w:pPr>
        <w:shd w:val="clear" w:color="auto" w:fill="E6E6E6"/>
        <w:jc w:val="right"/>
        <w:rPr>
          <w:b/>
          <w:bCs/>
          <w:snapToGrid w:val="0"/>
          <w:lang w:eastAsia="en-US"/>
        </w:rPr>
      </w:pPr>
      <w:r w:rsidRPr="00FC2390">
        <w:rPr>
          <w:b/>
          <w:bCs/>
          <w:snapToGrid w:val="0"/>
          <w:lang w:eastAsia="en-US"/>
        </w:rPr>
        <w:t xml:space="preserve">Anexa 11 </w:t>
      </w:r>
    </w:p>
    <w:p w:rsidR="00387F6D" w:rsidRPr="00FC2390" w:rsidRDefault="00387F6D" w:rsidP="00387F6D">
      <w:pPr>
        <w:shd w:val="clear" w:color="auto" w:fill="E6E6E6"/>
        <w:jc w:val="right"/>
        <w:rPr>
          <w:b/>
          <w:bCs/>
          <w:snapToGrid w:val="0"/>
          <w:lang w:eastAsia="en-US"/>
        </w:rPr>
      </w:pPr>
    </w:p>
    <w:p w:rsidR="00387F6D" w:rsidRPr="00FC2390" w:rsidRDefault="00387F6D" w:rsidP="00387F6D">
      <w:pPr>
        <w:shd w:val="clear" w:color="auto" w:fill="E6E6E6"/>
        <w:jc w:val="both"/>
        <w:rPr>
          <w:rFonts w:asciiTheme="minorHAnsi" w:hAnsiTheme="minorHAnsi" w:cstheme="minorHAnsi"/>
          <w:b/>
          <w:bCs/>
          <w:snapToGrid w:val="0"/>
          <w:lang w:eastAsia="en-US"/>
        </w:rPr>
      </w:pPr>
      <w:r w:rsidRPr="00FC2390">
        <w:rPr>
          <w:rFonts w:asciiTheme="minorHAnsi" w:hAnsiTheme="minorHAnsi" w:cstheme="minorHAnsi"/>
          <w:b/>
          <w:bCs/>
          <w:snapToGrid w:val="0"/>
          <w:lang w:eastAsia="en-US"/>
        </w:rPr>
        <w:t>Lista de echipa</w:t>
      </w:r>
      <w:bookmarkStart w:id="0" w:name="_GoBack"/>
      <w:bookmarkEnd w:id="0"/>
      <w:r w:rsidRPr="00FC2390">
        <w:rPr>
          <w:rFonts w:asciiTheme="minorHAnsi" w:hAnsiTheme="minorHAnsi" w:cstheme="minorHAnsi"/>
          <w:b/>
          <w:bCs/>
          <w:snapToGrid w:val="0"/>
          <w:lang w:eastAsia="en-US"/>
        </w:rPr>
        <w:t>mente și/sau lucrări și/sau servicii cu încadrarea acestora pe secțiunea de cheltuieli eligibile /neeligibile (dacă este cazul)</w:t>
      </w:r>
    </w:p>
    <w:p w:rsidR="00387F6D" w:rsidRPr="00FC2390" w:rsidRDefault="00387F6D" w:rsidP="00387F6D">
      <w:pPr>
        <w:spacing w:before="120" w:after="120"/>
        <w:rPr>
          <w:rFonts w:asciiTheme="minorHAnsi" w:hAnsiTheme="minorHAnsi" w:cstheme="minorHAnsi"/>
          <w:lang w:eastAsia="en-US"/>
        </w:rPr>
      </w:pPr>
      <w:r w:rsidRPr="00FC2390">
        <w:rPr>
          <w:rFonts w:asciiTheme="minorHAnsi" w:hAnsiTheme="minorHAnsi" w:cstheme="minorHAnsi"/>
          <w:lang w:eastAsia="en-US"/>
        </w:rPr>
        <w:t xml:space="preserve">În </w:t>
      </w:r>
      <w:r w:rsidR="00151494" w:rsidRPr="00FC2390">
        <w:rPr>
          <w:rFonts w:asciiTheme="minorHAnsi" w:hAnsiTheme="minorHAnsi" w:cstheme="minorHAnsi"/>
          <w:lang w:eastAsia="en-US"/>
        </w:rPr>
        <w:t>funcție</w:t>
      </w:r>
      <w:r w:rsidRPr="00FC2390">
        <w:rPr>
          <w:rFonts w:asciiTheme="minorHAnsi" w:hAnsiTheme="minorHAnsi" w:cstheme="minorHAnsi"/>
          <w:lang w:eastAsia="en-US"/>
        </w:rPr>
        <w:t xml:space="preserve"> de tipul de proiect, şi de ce se propune a se </w:t>
      </w:r>
      <w:r w:rsidR="00151494" w:rsidRPr="00FC2390">
        <w:rPr>
          <w:rFonts w:asciiTheme="minorHAnsi" w:hAnsiTheme="minorHAnsi" w:cstheme="minorHAnsi"/>
          <w:lang w:eastAsia="en-US"/>
        </w:rPr>
        <w:t>achiziționa</w:t>
      </w:r>
      <w:r w:rsidRPr="00FC2390">
        <w:rPr>
          <w:rFonts w:asciiTheme="minorHAnsi" w:hAnsiTheme="minorHAnsi" w:cstheme="minorHAnsi"/>
          <w:lang w:eastAsia="en-US"/>
        </w:rPr>
        <w:t xml:space="preserve"> se va completa următorul tabel:</w:t>
      </w:r>
    </w:p>
    <w:p w:rsidR="00387F6D" w:rsidRPr="00FC2390" w:rsidRDefault="00387F6D" w:rsidP="00387F6D">
      <w:pPr>
        <w:spacing w:before="120" w:after="120"/>
        <w:rPr>
          <w:rFonts w:asciiTheme="minorHAnsi" w:hAnsiTheme="minorHAnsi" w:cstheme="minorHAnsi"/>
          <w:lang w:eastAsia="en-US"/>
        </w:rPr>
      </w:pPr>
    </w:p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1586"/>
        <w:gridCol w:w="668"/>
        <w:gridCol w:w="1083"/>
        <w:gridCol w:w="1170"/>
        <w:gridCol w:w="1469"/>
        <w:gridCol w:w="1080"/>
        <w:gridCol w:w="1733"/>
      </w:tblGrid>
      <w:tr w:rsidR="00387F6D" w:rsidRPr="00FC2390" w:rsidTr="00F14CFD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F6D" w:rsidRPr="00FC2390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F6D" w:rsidRPr="00FC2390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Denumirea echipamentelor/lucrărilor/ serviciilor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F6D" w:rsidRPr="00FC2390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F6D" w:rsidRPr="00FC2390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F6D" w:rsidRPr="00FC2390" w:rsidRDefault="00FC2390" w:rsidP="00387F6D">
            <w:pPr>
              <w:spacing w:before="120" w:after="24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Prețul</w:t>
            </w:r>
            <w:r w:rsidR="00387F6D" w:rsidRPr="00FC23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unitar</w:t>
            </w:r>
            <w:r w:rsidR="00387F6D" w:rsidRPr="00FC23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146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7F6D" w:rsidRPr="00FC2390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Valoare</w:t>
            </w:r>
          </w:p>
          <w:p w:rsidR="00387F6D" w:rsidRPr="00FC2390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1080" w:type="dxa"/>
            <w:shd w:val="clear" w:color="auto" w:fill="D9D9D9"/>
          </w:tcPr>
          <w:p w:rsidR="00387F6D" w:rsidRPr="00FC2390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Linia bugetară</w:t>
            </w:r>
          </w:p>
        </w:tc>
        <w:tc>
          <w:tcPr>
            <w:tcW w:w="1733" w:type="dxa"/>
            <w:shd w:val="clear" w:color="auto" w:fill="D9D9D9"/>
          </w:tcPr>
          <w:p w:rsidR="00387F6D" w:rsidRPr="00FC2390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Eligibil/neeligibil</w:t>
            </w:r>
          </w:p>
          <w:p w:rsidR="00387F6D" w:rsidRPr="00FC2390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</w:p>
          <w:p w:rsidR="00387F6D" w:rsidRPr="00FC2390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(se va </w:t>
            </w:r>
            <w:r w:rsidR="00FC2390" w:rsidRPr="00FC23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menționa</w:t>
            </w:r>
            <w:r w:rsidRPr="00FC23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suma inclusă pe eligibil şi suma inclusă pe neeligibil)</w:t>
            </w:r>
          </w:p>
        </w:tc>
      </w:tr>
      <w:tr w:rsidR="00387F6D" w:rsidRPr="00FC2390" w:rsidTr="00F14CFD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7F6D" w:rsidRPr="00FC2390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0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7F6D" w:rsidRPr="00FC2390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7F6D" w:rsidRPr="00FC2390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7F6D" w:rsidRPr="00FC2390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7F6D" w:rsidRPr="00FC2390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4</w:t>
            </w:r>
          </w:p>
        </w:tc>
        <w:tc>
          <w:tcPr>
            <w:tcW w:w="14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87F6D" w:rsidRPr="00FC2390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5(3x4)</w:t>
            </w:r>
          </w:p>
        </w:tc>
        <w:tc>
          <w:tcPr>
            <w:tcW w:w="1080" w:type="dxa"/>
            <w:shd w:val="clear" w:color="auto" w:fill="FFFFFF"/>
          </w:tcPr>
          <w:p w:rsidR="00387F6D" w:rsidRPr="00FC2390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FFFFF"/>
          </w:tcPr>
          <w:p w:rsidR="00387F6D" w:rsidRPr="00FC2390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FC2390" w:rsidTr="00F14CFD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Echipamente și dotări</w:t>
            </w:r>
          </w:p>
        </w:tc>
      </w:tr>
      <w:tr w:rsidR="00387F6D" w:rsidRPr="00FC2390" w:rsidTr="00F14CFD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FC2390" w:rsidTr="00F14CFD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FC2390" w:rsidTr="00F14CFD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FC2390" w:rsidTr="00F14CFD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  <w:r w:rsidR="00FC2390" w:rsidRPr="00FC2390">
              <w:rPr>
                <w:rFonts w:asciiTheme="minorHAnsi" w:hAnsiTheme="minorHAnsi" w:cstheme="minorHAnsi"/>
                <w:color w:val="000000"/>
                <w:lang w:eastAsia="ro-RO"/>
              </w:rPr>
              <w:t>Lucrări</w:t>
            </w: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 xml:space="preserve">-Denumire obiect de </w:t>
            </w:r>
            <w:r w:rsidR="00FC2390" w:rsidRPr="00FC2390">
              <w:rPr>
                <w:rFonts w:asciiTheme="minorHAnsi" w:hAnsiTheme="minorHAnsi" w:cstheme="minorHAnsi"/>
                <w:color w:val="000000"/>
                <w:lang w:eastAsia="ro-RO"/>
              </w:rPr>
              <w:t>investiţii</w:t>
            </w: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, de exemplu:</w:t>
            </w:r>
          </w:p>
        </w:tc>
      </w:tr>
      <w:tr w:rsidR="00387F6D" w:rsidRPr="00FC2390" w:rsidTr="00F14CFD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Lucrări modernizare drum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FC2390" w:rsidTr="00387F6D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 xml:space="preserve"> Stații calatori 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FC2390" w:rsidTr="00F14CFD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etc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080" w:type="dxa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FC2390" w:rsidTr="00F14CFD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FC2390" w:rsidTr="00F14CFD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Denumire servicii</w:t>
            </w:r>
          </w:p>
        </w:tc>
      </w:tr>
      <w:tr w:rsidR="00387F6D" w:rsidRPr="00FC2390" w:rsidTr="00F14CFD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FC2390" w:rsidTr="00F14CFD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FC2390" w:rsidTr="00F14CFD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lastRenderedPageBreak/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FC2390" w:rsidTr="00F14CFD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  <w:tr w:rsidR="00387F6D" w:rsidRPr="00FC2390" w:rsidTr="00F14CFD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FC2390" w:rsidRDefault="00387F6D" w:rsidP="00387F6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FC23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TOTAL GENERAL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080" w:type="dxa"/>
            <w:shd w:val="clear" w:color="auto" w:fill="F2F2F2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:rsidR="00387F6D" w:rsidRPr="00FC2390" w:rsidRDefault="00387F6D" w:rsidP="00387F6D">
            <w:pPr>
              <w:spacing w:before="120" w:after="120"/>
              <w:rPr>
                <w:rFonts w:asciiTheme="minorHAnsi" w:hAnsiTheme="minorHAnsi" w:cstheme="minorHAnsi"/>
                <w:color w:val="000000"/>
                <w:lang w:eastAsia="ro-RO"/>
              </w:rPr>
            </w:pPr>
          </w:p>
        </w:tc>
      </w:tr>
    </w:tbl>
    <w:p w:rsidR="005C7AFF" w:rsidRPr="00FC2390" w:rsidRDefault="005C7AFF" w:rsidP="00387F6D">
      <w:pPr>
        <w:jc w:val="both"/>
        <w:rPr>
          <w:rFonts w:asciiTheme="minorHAnsi" w:hAnsiTheme="minorHAnsi" w:cstheme="minorHAnsi"/>
        </w:rPr>
      </w:pPr>
    </w:p>
    <w:p w:rsidR="00C916A3" w:rsidRPr="00FC2390" w:rsidRDefault="00C916A3" w:rsidP="00376CFE">
      <w:pPr>
        <w:rPr>
          <w:rFonts w:asciiTheme="minorHAnsi" w:hAnsiTheme="minorHAnsi" w:cstheme="minorHAnsi"/>
        </w:rPr>
      </w:pPr>
    </w:p>
    <w:p w:rsidR="00C916A3" w:rsidRPr="00FC2390" w:rsidRDefault="00C916A3" w:rsidP="00376CFE">
      <w:pPr>
        <w:rPr>
          <w:rFonts w:asciiTheme="minorHAnsi" w:hAnsiTheme="minorHAnsi" w:cstheme="minorHAnsi"/>
        </w:rPr>
      </w:pPr>
    </w:p>
    <w:p w:rsidR="0009018B" w:rsidRPr="00FC2390" w:rsidRDefault="0009018B" w:rsidP="00376CFE">
      <w:pPr>
        <w:rPr>
          <w:rFonts w:asciiTheme="minorHAnsi" w:hAnsiTheme="minorHAnsi" w:cstheme="minorHAnsi"/>
        </w:rPr>
      </w:pPr>
    </w:p>
    <w:p w:rsidR="0009018B" w:rsidRPr="00FC2390" w:rsidRDefault="0009018B" w:rsidP="00376CFE">
      <w:pPr>
        <w:rPr>
          <w:rFonts w:asciiTheme="minorHAnsi" w:hAnsiTheme="minorHAnsi" w:cstheme="minorHAnsi"/>
        </w:rPr>
      </w:pPr>
    </w:p>
    <w:sectPr w:rsidR="0009018B" w:rsidRPr="00FC2390" w:rsidSect="00387F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707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0F15" w:rsidRDefault="00020F15">
      <w:r>
        <w:separator/>
      </w:r>
    </w:p>
  </w:endnote>
  <w:endnote w:type="continuationSeparator" w:id="0">
    <w:p w:rsidR="00020F15" w:rsidRDefault="00020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4F6B" w:rsidRDefault="00EF4F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387F6D" w:rsidP="00F12E7F">
    <w:pPr>
      <w:pStyle w:val="Footer"/>
    </w:pPr>
    <w:r>
      <w:rPr>
        <w:lang w:eastAsia="ro-R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ro-R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eastAsia="ro-RO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eastAsia="ro-RO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387F6D">
    <w:pPr>
      <w:pStyle w:val="Footer"/>
    </w:pPr>
    <w:r>
      <w:rPr>
        <w:lang w:eastAsia="ro-R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eastAsia="ro-RO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eastAsia="ro-RO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eastAsia="ro-RO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0F15" w:rsidRDefault="00020F15">
      <w:r>
        <w:separator/>
      </w:r>
    </w:p>
  </w:footnote>
  <w:footnote w:type="continuationSeparator" w:id="0">
    <w:p w:rsidR="00020F15" w:rsidRDefault="00020F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4F6B" w:rsidRDefault="00EF4F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387F6D">
    <w:pPr>
      <w:pStyle w:val="Header"/>
      <w:rPr>
        <w:color w:val="999999"/>
      </w:rPr>
    </w:pPr>
    <w:r w:rsidRPr="00851382">
      <w:rPr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70461E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70461E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387F6D">
    <w:pPr>
      <w:pStyle w:val="Header"/>
      <w:tabs>
        <w:tab w:val="clear" w:pos="4536"/>
        <w:tab w:val="clear" w:pos="9072"/>
        <w:tab w:val="left" w:pos="6473"/>
      </w:tabs>
    </w:pPr>
    <w:r>
      <w:rPr>
        <w:lang w:eastAsia="ro-RO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ro-RO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ro-RO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20F15"/>
    <w:rsid w:val="00072DDE"/>
    <w:rsid w:val="00080850"/>
    <w:rsid w:val="0009018B"/>
    <w:rsid w:val="00094830"/>
    <w:rsid w:val="000C2AAE"/>
    <w:rsid w:val="000D42ED"/>
    <w:rsid w:val="001175F2"/>
    <w:rsid w:val="001357F6"/>
    <w:rsid w:val="00144BFD"/>
    <w:rsid w:val="00151494"/>
    <w:rsid w:val="001E7D06"/>
    <w:rsid w:val="002063AB"/>
    <w:rsid w:val="002B3BB9"/>
    <w:rsid w:val="002E07E9"/>
    <w:rsid w:val="002F1246"/>
    <w:rsid w:val="00351F71"/>
    <w:rsid w:val="00376CFE"/>
    <w:rsid w:val="00387F6D"/>
    <w:rsid w:val="003E2E03"/>
    <w:rsid w:val="00474F02"/>
    <w:rsid w:val="00523BEA"/>
    <w:rsid w:val="005A6B00"/>
    <w:rsid w:val="005C21C9"/>
    <w:rsid w:val="005C7AFF"/>
    <w:rsid w:val="00643AC4"/>
    <w:rsid w:val="006B79B9"/>
    <w:rsid w:val="006F14B9"/>
    <w:rsid w:val="0070461E"/>
    <w:rsid w:val="007209E0"/>
    <w:rsid w:val="00754551"/>
    <w:rsid w:val="007A69A6"/>
    <w:rsid w:val="007C403D"/>
    <w:rsid w:val="00851382"/>
    <w:rsid w:val="0088290B"/>
    <w:rsid w:val="008C26CE"/>
    <w:rsid w:val="008E7688"/>
    <w:rsid w:val="00936CF8"/>
    <w:rsid w:val="0095716B"/>
    <w:rsid w:val="009F711B"/>
    <w:rsid w:val="00A06DE4"/>
    <w:rsid w:val="00AE4990"/>
    <w:rsid w:val="00B15233"/>
    <w:rsid w:val="00BD3175"/>
    <w:rsid w:val="00C05C7A"/>
    <w:rsid w:val="00C82AD1"/>
    <w:rsid w:val="00C916A3"/>
    <w:rsid w:val="00CC6C98"/>
    <w:rsid w:val="00D22014"/>
    <w:rsid w:val="00D94812"/>
    <w:rsid w:val="00DD113C"/>
    <w:rsid w:val="00E31672"/>
    <w:rsid w:val="00E753B1"/>
    <w:rsid w:val="00EF25AA"/>
    <w:rsid w:val="00EF4F6B"/>
    <w:rsid w:val="00EF6CD7"/>
    <w:rsid w:val="00F12E7F"/>
    <w:rsid w:val="00F63AF5"/>
    <w:rsid w:val="00FC2390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B03C5E12-6A1E-40A2-865D-2FD83A79C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B4A0CC-BD75-475D-895A-099EE4BE7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5</TotalTime>
  <Pages>2</Pages>
  <Words>96</Words>
  <Characters>722</Characters>
  <Application>Microsoft Office Word</Application>
  <DocSecurity>0</DocSecurity>
  <Lines>6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817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9</cp:revision>
  <cp:lastPrinted>2022-03-29T08:07:00Z</cp:lastPrinted>
  <dcterms:created xsi:type="dcterms:W3CDTF">2023-05-29T10:17:00Z</dcterms:created>
  <dcterms:modified xsi:type="dcterms:W3CDTF">2024-01-30T20:07:00Z</dcterms:modified>
</cp:coreProperties>
</file>